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33A" w:rsidRDefault="00D978AF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39" behindDoc="1" locked="0" layoutInCell="1" allowOverlap="1" wp14:anchorId="3D97F0D2" wp14:editId="08A45A2B">
            <wp:simplePos x="0" y="0"/>
            <wp:positionH relativeFrom="page">
              <wp:posOffset>-33509</wp:posOffset>
            </wp:positionH>
            <wp:positionV relativeFrom="page">
              <wp:posOffset>-109057</wp:posOffset>
            </wp:positionV>
            <wp:extent cx="7799611" cy="10085705"/>
            <wp:effectExtent l="0" t="0" r="0" b="0"/>
            <wp:wrapNone/>
            <wp:docPr id="6188397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839762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9611" cy="10085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44F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D8704F" wp14:editId="5377BDFE">
                <wp:simplePos x="0" y="0"/>
                <wp:positionH relativeFrom="column">
                  <wp:posOffset>-225083</wp:posOffset>
                </wp:positionH>
                <wp:positionV relativeFrom="paragraph">
                  <wp:posOffset>6028005</wp:posOffset>
                </wp:positionV>
                <wp:extent cx="6400800" cy="2152357"/>
                <wp:effectExtent l="0" t="0" r="0" b="0"/>
                <wp:wrapNone/>
                <wp:docPr id="20177223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21523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C764F" w:rsidRPr="00BC764F" w:rsidRDefault="00BC764F" w:rsidP="00BC764F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</w:pPr>
                            <w:r w:rsidRPr="00BC764F"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>Unit Location • Date • Location • Time</w:t>
                            </w:r>
                          </w:p>
                          <w:p w:rsidR="00BC764F" w:rsidRDefault="00BC764F" w:rsidP="00BC764F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C764F" w:rsidRPr="00BC764F" w:rsidRDefault="00BC764F" w:rsidP="00BC764F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C764F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Herb Crusted Scallops</w:t>
                            </w:r>
                          </w:p>
                          <w:p w:rsidR="00BC764F" w:rsidRPr="00BC764F" w:rsidRDefault="00BC764F" w:rsidP="00BC764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C764F">
                              <w:rPr>
                                <w:sz w:val="28"/>
                                <w:szCs w:val="28"/>
                              </w:rPr>
                              <w:t>served with</w:t>
                            </w:r>
                          </w:p>
                          <w:p w:rsidR="00BC764F" w:rsidRPr="00BC764F" w:rsidRDefault="00BC764F" w:rsidP="00BC764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C764F">
                              <w:rPr>
                                <w:sz w:val="28"/>
                                <w:szCs w:val="28"/>
                              </w:rPr>
                              <w:t>Stone Ground Grits, Sauteed Kale</w:t>
                            </w:r>
                          </w:p>
                          <w:p w:rsidR="00BC764F" w:rsidRDefault="00BC764F" w:rsidP="00BC764F">
                            <w:pPr>
                              <w:jc w:val="center"/>
                            </w:pPr>
                            <w:r w:rsidRPr="00BC764F">
                              <w:rPr>
                                <w:sz w:val="28"/>
                                <w:szCs w:val="28"/>
                              </w:rPr>
                              <w:t>and finished with a Creole Tomato Sauce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D8704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7.7pt;margin-top:474.65pt;width:7in;height:169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" filled="f" stroked="f" strokeweight=".5pt">
                <v:textbox>
                  <w:txbxContent>
                    <w:p w:rsidR="00BC764F" w:rsidRPr="00BC764F" w:rsidRDefault="00BC764F" w:rsidP="00BC764F">
                      <w:pPr>
                        <w:jc w:val="center"/>
                        <w:rPr>
                          <w:b/>
                          <w:bCs/>
                          <w:color w:val="C00000"/>
                          <w:sz w:val="28"/>
                          <w:szCs w:val="28"/>
                        </w:rPr>
                      </w:pPr>
                      <w:r w:rsidRPr="00BC764F">
                        <w:rPr>
                          <w:b/>
                          <w:bCs/>
                          <w:color w:val="C00000"/>
                          <w:sz w:val="28"/>
                          <w:szCs w:val="28"/>
                        </w:rPr>
                        <w:t>Unit Location • Date • Location • Time</w:t>
                      </w:r>
                    </w:p>
                    <w:p w:rsidR="00BC764F" w:rsidRDefault="00BC764F" w:rsidP="00BC764F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C764F" w:rsidRPr="00BC764F" w:rsidRDefault="00BC764F" w:rsidP="00BC764F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C764F">
                        <w:rPr>
                          <w:b/>
                          <w:bCs/>
                          <w:sz w:val="28"/>
                          <w:szCs w:val="28"/>
                        </w:rPr>
                        <w:t>Herb Crusted Scallops</w:t>
                      </w:r>
                    </w:p>
                    <w:p w:rsidR="00BC764F" w:rsidRPr="00BC764F" w:rsidRDefault="00BC764F" w:rsidP="00BC764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BC764F">
                        <w:rPr>
                          <w:sz w:val="28"/>
                          <w:szCs w:val="28"/>
                        </w:rPr>
                        <w:t>served with</w:t>
                      </w:r>
                    </w:p>
                    <w:p w:rsidR="00BC764F" w:rsidRPr="00BC764F" w:rsidRDefault="00BC764F" w:rsidP="00BC764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BC764F">
                        <w:rPr>
                          <w:sz w:val="28"/>
                          <w:szCs w:val="28"/>
                        </w:rPr>
                        <w:t>Stone Ground Grits, Sauteed Kale</w:t>
                      </w:r>
                    </w:p>
                    <w:p w:rsidR="00BC764F" w:rsidRDefault="00BC764F" w:rsidP="00BC764F">
                      <w:pPr>
                        <w:jc w:val="center"/>
                      </w:pPr>
                      <w:r w:rsidRPr="00BC764F">
                        <w:rPr>
                          <w:sz w:val="28"/>
                          <w:szCs w:val="28"/>
                        </w:rPr>
                        <w:t>and finished with a Creole Tomato Sauce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F63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583"/>
    <w:rsid w:val="00022583"/>
    <w:rsid w:val="00063275"/>
    <w:rsid w:val="000E2171"/>
    <w:rsid w:val="001153D0"/>
    <w:rsid w:val="001F5583"/>
    <w:rsid w:val="002804D7"/>
    <w:rsid w:val="00297D09"/>
    <w:rsid w:val="00370678"/>
    <w:rsid w:val="003730FF"/>
    <w:rsid w:val="003C1071"/>
    <w:rsid w:val="004662C2"/>
    <w:rsid w:val="00524DCD"/>
    <w:rsid w:val="00635DC2"/>
    <w:rsid w:val="00676D46"/>
    <w:rsid w:val="006E22C8"/>
    <w:rsid w:val="006F633A"/>
    <w:rsid w:val="00782F79"/>
    <w:rsid w:val="00941468"/>
    <w:rsid w:val="0096374B"/>
    <w:rsid w:val="00AC4EDA"/>
    <w:rsid w:val="00AE0C6A"/>
    <w:rsid w:val="00BC764F"/>
    <w:rsid w:val="00C3402C"/>
    <w:rsid w:val="00C51593"/>
    <w:rsid w:val="00D54037"/>
    <w:rsid w:val="00D978AF"/>
    <w:rsid w:val="00DA1F74"/>
    <w:rsid w:val="00DC56FB"/>
    <w:rsid w:val="00E60D50"/>
    <w:rsid w:val="00F25753"/>
    <w:rsid w:val="00F64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0370A"/>
  <w15:chartTrackingRefBased/>
  <w15:docId w15:val="{C2996ADC-12A3-2B40-B473-06B7A7A25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onstanceholloway/Downloads/TH-Chef-Spotlight-Steven-Bruner-Welcome-Bio-Template-202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TH-Chef-Spotlight-Steven-Bruner-Welcome-Bio-Template-2025.dotx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Constance Brossa</dc:creator>
  <cp:keywords/>
  <dc:description/>
  <cp:lastModifiedBy>Constance Brossa</cp:lastModifiedBy>
  <cp:revision>1</cp:revision>
  <dcterms:created xsi:type="dcterms:W3CDTF">2025-03-28T11:10:00Z</dcterms:created>
  <dcterms:modified xsi:type="dcterms:W3CDTF">2025-03-28T11:11:00Z</dcterms:modified>
</cp:coreProperties>
</file>