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A6B72" w14:textId="77777777" w:rsidR="002D499E" w:rsidRPr="00E2512F" w:rsidRDefault="00B923AC" w:rsidP="00991C40">
      <w:pPr>
        <w:jc w:val="center"/>
        <w:rPr>
          <w:rFonts w:ascii="Michland" w:hAnsi="Michland"/>
          <w:color w:val="000000" w:themeColor="text1"/>
          <w:sz w:val="48"/>
          <w:szCs w:val="48"/>
        </w:rPr>
      </w:pPr>
      <w:r w:rsidRPr="002D499E">
        <w:rPr>
          <w:rFonts w:ascii="Arial" w:hAnsi="Arial" w:cs="Arial"/>
          <w:noProof/>
          <w:color w:val="000000" w:themeColor="text1"/>
          <w:sz w:val="44"/>
          <w:szCs w:val="44"/>
        </w:rPr>
        <w:drawing>
          <wp:anchor distT="0" distB="0" distL="114300" distR="114300" simplePos="0" relativeHeight="251659264" behindDoc="1" locked="1" layoutInCell="1" allowOverlap="1" wp14:anchorId="0F62DBA1" wp14:editId="5E90594C">
            <wp:simplePos x="0" y="0"/>
            <wp:positionH relativeFrom="page">
              <wp:posOffset>8890</wp:posOffset>
            </wp:positionH>
            <wp:positionV relativeFrom="page">
              <wp:posOffset>-19050</wp:posOffset>
            </wp:positionV>
            <wp:extent cx="7757795" cy="9975215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7795" cy="9975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628">
        <w:rPr>
          <w:rFonts w:ascii="Michland" w:hAnsi="Michland"/>
          <w:color w:val="000000" w:themeColor="text1"/>
          <w:sz w:val="48"/>
          <w:szCs w:val="48"/>
        </w:rPr>
        <w:t>Type Event Here</w:t>
      </w:r>
    </w:p>
    <w:p w14:paraId="31C8CFE7" w14:textId="77777777" w:rsidR="00B22639" w:rsidRDefault="00B22639" w:rsidP="00991C40">
      <w:pPr>
        <w:spacing w:after="160"/>
        <w:ind w:left="446"/>
        <w:jc w:val="center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Type subhead here if needed or delete</w:t>
      </w:r>
      <w:r w:rsidR="00AF389D">
        <w:rPr>
          <w:rFonts w:ascii="Arial" w:hAnsi="Arial" w:cs="Arial"/>
          <w:sz w:val="28"/>
          <w:szCs w:val="28"/>
        </w:rPr>
        <w:t>.</w:t>
      </w:r>
    </w:p>
    <w:p w14:paraId="7FDCA270" w14:textId="77777777" w:rsidR="00AF389D" w:rsidRDefault="00AF389D" w:rsidP="00AF389D">
      <w:pPr>
        <w:ind w:left="450"/>
        <w:rPr>
          <w:rFonts w:ascii="Arial" w:hAnsi="Arial" w:cs="Arial"/>
          <w:sz w:val="28"/>
          <w:szCs w:val="28"/>
        </w:rPr>
      </w:pPr>
    </w:p>
    <w:p w14:paraId="4E509481" w14:textId="77777777" w:rsidR="00AF389D" w:rsidRPr="002D499E" w:rsidRDefault="00AF389D" w:rsidP="00991C40">
      <w:pPr>
        <w:jc w:val="center"/>
        <w:rPr>
          <w:rFonts w:ascii="Arial" w:hAnsi="Arial" w:cs="Arial"/>
          <w:color w:val="000000" w:themeColor="text1"/>
          <w:sz w:val="44"/>
          <w:szCs w:val="44"/>
        </w:rPr>
      </w:pPr>
      <w:r w:rsidRPr="002D499E">
        <w:rPr>
          <w:rFonts w:ascii="Arial" w:hAnsi="Arial" w:cs="Arial"/>
          <w:color w:val="000000" w:themeColor="text1"/>
          <w:sz w:val="44"/>
          <w:szCs w:val="44"/>
        </w:rPr>
        <w:t>Protein</w:t>
      </w:r>
    </w:p>
    <w:p w14:paraId="045DEF69" w14:textId="77777777" w:rsidR="00AF389D" w:rsidRDefault="00AF389D" w:rsidP="00205A15">
      <w:pPr>
        <w:spacing w:after="160"/>
        <w:ind w:left="45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Marinated Sirloin of Beef, Grilled to Perfection</w:t>
      </w:r>
    </w:p>
    <w:p w14:paraId="22B63AC1" w14:textId="77777777" w:rsid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Chorizo Argentino</w:t>
      </w:r>
      <w:r>
        <w:rPr>
          <w:rFonts w:ascii="Arial" w:hAnsi="Arial" w:cs="Arial"/>
          <w:sz w:val="28"/>
          <w:szCs w:val="28"/>
        </w:rPr>
        <w:t>:</w:t>
      </w:r>
      <w:r w:rsidRPr="00AF389D">
        <w:rPr>
          <w:rFonts w:ascii="Arial" w:hAnsi="Arial" w:cs="Arial"/>
          <w:sz w:val="28"/>
          <w:szCs w:val="28"/>
        </w:rPr>
        <w:t xml:space="preserve"> Spicy Chorizo Sausage</w:t>
      </w:r>
      <w:r w:rsidR="00B81990">
        <w:rPr>
          <w:rFonts w:ascii="Arial" w:hAnsi="Arial" w:cs="Arial"/>
          <w:sz w:val="28"/>
          <w:szCs w:val="28"/>
        </w:rPr>
        <w:br/>
      </w:r>
      <w:r w:rsidRPr="00AF389D">
        <w:rPr>
          <w:rFonts w:ascii="Arial" w:hAnsi="Arial" w:cs="Arial"/>
          <w:sz w:val="28"/>
          <w:szCs w:val="28"/>
        </w:rPr>
        <w:t xml:space="preserve">served with Chimichurri Sauce or Pico de </w:t>
      </w:r>
      <w:proofErr w:type="gramStart"/>
      <w:r w:rsidRPr="00AF389D">
        <w:rPr>
          <w:rFonts w:ascii="Arial" w:hAnsi="Arial" w:cs="Arial"/>
          <w:sz w:val="28"/>
          <w:szCs w:val="28"/>
        </w:rPr>
        <w:t>Gallo</w:t>
      </w:r>
      <w:proofErr w:type="gramEnd"/>
    </w:p>
    <w:p w14:paraId="43F8CD03" w14:textId="77777777" w:rsidR="00AF389D" w:rsidRDefault="00AF389D" w:rsidP="00AF389D">
      <w:pPr>
        <w:ind w:left="450"/>
        <w:rPr>
          <w:rFonts w:ascii="Arial" w:hAnsi="Arial" w:cs="Arial"/>
          <w:sz w:val="28"/>
          <w:szCs w:val="28"/>
        </w:rPr>
      </w:pPr>
    </w:p>
    <w:p w14:paraId="3ADDD032" w14:textId="77777777" w:rsidR="00AF389D" w:rsidRPr="00E2512F" w:rsidRDefault="00AF389D" w:rsidP="00991C40">
      <w:pPr>
        <w:jc w:val="center"/>
        <w:rPr>
          <w:rFonts w:ascii="Michland" w:hAnsi="Michland"/>
          <w:color w:val="000000" w:themeColor="text1"/>
          <w:sz w:val="48"/>
          <w:szCs w:val="48"/>
        </w:rPr>
      </w:pPr>
      <w:r w:rsidRPr="00E2512F">
        <w:rPr>
          <w:rFonts w:ascii="Michland" w:hAnsi="Michland"/>
          <w:color w:val="000000" w:themeColor="text1"/>
          <w:sz w:val="48"/>
          <w:szCs w:val="48"/>
        </w:rPr>
        <w:t>Sides</w:t>
      </w:r>
    </w:p>
    <w:p w14:paraId="6A88DB6A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Yucca Fries</w:t>
      </w:r>
    </w:p>
    <w:p w14:paraId="1F5655C4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Oven Roasted Rosemary Red Bliss Potatoes</w:t>
      </w:r>
    </w:p>
    <w:p w14:paraId="4E24F507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Tomato &amp; Fresh Mozzarella Salad, with Basil Balsamic Vinaigrette</w:t>
      </w:r>
    </w:p>
    <w:p w14:paraId="7AD8E98D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Grilled Asparagus, Grain Mustard Vinaigrette</w:t>
      </w:r>
    </w:p>
    <w:p w14:paraId="6E84C885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Ripe Fried Plantain, Honey</w:t>
      </w:r>
    </w:p>
    <w:p w14:paraId="770D91B8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Grilled Asparagus, Grain Mustard Vinaigrette</w:t>
      </w:r>
    </w:p>
    <w:p w14:paraId="5E9C4657" w14:textId="77777777" w:rsid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Ripe Fried Plantain, Honey</w:t>
      </w:r>
    </w:p>
    <w:p w14:paraId="2C43533F" w14:textId="77777777" w:rsidR="00621DEB" w:rsidRDefault="00621DEB" w:rsidP="00B81990">
      <w:pPr>
        <w:rPr>
          <w:rFonts w:ascii="Arial" w:hAnsi="Arial" w:cs="Arial"/>
          <w:sz w:val="28"/>
          <w:szCs w:val="28"/>
        </w:rPr>
      </w:pPr>
    </w:p>
    <w:p w14:paraId="2DDD50FC" w14:textId="77777777" w:rsidR="00991C40" w:rsidRDefault="00B81990" w:rsidP="00991C40">
      <w:pPr>
        <w:jc w:val="center"/>
        <w:rPr>
          <w:rFonts w:ascii="Michland" w:hAnsi="Michland"/>
          <w:color w:val="000000" w:themeColor="text1"/>
          <w:sz w:val="60"/>
          <w:szCs w:val="60"/>
        </w:rPr>
      </w:pPr>
      <w:r w:rsidRPr="00E2512F">
        <w:rPr>
          <w:rFonts w:ascii="Michland" w:hAnsi="Michland"/>
          <w:color w:val="000000" w:themeColor="text1"/>
          <w:sz w:val="48"/>
          <w:szCs w:val="48"/>
        </w:rPr>
        <w:t>Price</w:t>
      </w:r>
    </w:p>
    <w:p w14:paraId="133C67B2" w14:textId="7E646C80" w:rsidR="00B81990" w:rsidRPr="00501209" w:rsidRDefault="00B81990" w:rsidP="00501209">
      <w:pPr>
        <w:jc w:val="center"/>
        <w:rPr>
          <w:rFonts w:ascii="Michland" w:hAnsi="Michland"/>
          <w:color w:val="D1C8B0"/>
          <w:sz w:val="60"/>
          <w:szCs w:val="60"/>
        </w:rPr>
      </w:pPr>
      <w:r>
        <w:rPr>
          <w:rFonts w:ascii="Arial" w:hAnsi="Arial" w:cs="Arial"/>
          <w:sz w:val="28"/>
          <w:szCs w:val="28"/>
        </w:rPr>
        <w:t>$8.99</w:t>
      </w:r>
    </w:p>
    <w:sectPr w:rsidR="00B81990" w:rsidRPr="00501209" w:rsidSect="00E2512F">
      <w:pgSz w:w="12240" w:h="15840"/>
      <w:pgMar w:top="5371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94E2E" w14:textId="77777777" w:rsidR="00501209" w:rsidRDefault="00501209" w:rsidP="00B22639">
      <w:r>
        <w:separator/>
      </w:r>
    </w:p>
  </w:endnote>
  <w:endnote w:type="continuationSeparator" w:id="0">
    <w:p w14:paraId="4B06FE11" w14:textId="77777777" w:rsidR="00501209" w:rsidRDefault="00501209" w:rsidP="00B2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hland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03FE9" w14:textId="77777777" w:rsidR="00501209" w:rsidRDefault="00501209" w:rsidP="00B22639">
      <w:r>
        <w:separator/>
      </w:r>
    </w:p>
  </w:footnote>
  <w:footnote w:type="continuationSeparator" w:id="0">
    <w:p w14:paraId="1759F4C1" w14:textId="77777777" w:rsidR="00501209" w:rsidRDefault="00501209" w:rsidP="00B2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209"/>
    <w:rsid w:val="00205A15"/>
    <w:rsid w:val="002D499E"/>
    <w:rsid w:val="004F3C20"/>
    <w:rsid w:val="00501209"/>
    <w:rsid w:val="00621DEB"/>
    <w:rsid w:val="00664F48"/>
    <w:rsid w:val="006E7CC6"/>
    <w:rsid w:val="00703F83"/>
    <w:rsid w:val="00730F1F"/>
    <w:rsid w:val="00991C40"/>
    <w:rsid w:val="00A15400"/>
    <w:rsid w:val="00AF389D"/>
    <w:rsid w:val="00B22639"/>
    <w:rsid w:val="00B81990"/>
    <w:rsid w:val="00B923AC"/>
    <w:rsid w:val="00CD1180"/>
    <w:rsid w:val="00D14601"/>
    <w:rsid w:val="00D84628"/>
    <w:rsid w:val="00E2512F"/>
    <w:rsid w:val="00F5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C55DBE"/>
  <w15:chartTrackingRefBased/>
  <w15:docId w15:val="{66571C0A-3272-4344-B19D-DD30312F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26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639"/>
  </w:style>
  <w:style w:type="paragraph" w:styleId="Footer">
    <w:name w:val="footer"/>
    <w:basedOn w:val="Normal"/>
    <w:link w:val="FooterChar"/>
    <w:uiPriority w:val="99"/>
    <w:unhideWhenUsed/>
    <w:rsid w:val="00B226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sa.plummer\AppData\Local\Microsoft\Windows\INetCache\Content.Outlook\ECNFATOI\TH-Chef-Menu-2023-Template%20(00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TH-Chef-Menu-2023-Template (002)</Template>
  <TotalTime>13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Plummer</dc:creator>
  <cp:keywords/>
  <dc:description/>
  <cp:lastModifiedBy>Lisa Plummer</cp:lastModifiedBy>
  <cp:revision>1</cp:revision>
  <dcterms:created xsi:type="dcterms:W3CDTF">2023-12-12T23:10:00Z</dcterms:created>
  <dcterms:modified xsi:type="dcterms:W3CDTF">2023-12-12T23:23:00Z</dcterms:modified>
</cp:coreProperties>
</file>