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33A" w:rsidRDefault="00BC764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3F31CC" wp14:editId="556620F8">
                <wp:simplePos x="0" y="0"/>
                <wp:positionH relativeFrom="column">
                  <wp:posOffset>-223284</wp:posOffset>
                </wp:positionH>
                <wp:positionV relativeFrom="paragraph">
                  <wp:posOffset>6262577</wp:posOffset>
                </wp:positionV>
                <wp:extent cx="6400800" cy="1860697"/>
                <wp:effectExtent l="0" t="0" r="0" b="0"/>
                <wp:wrapNone/>
                <wp:docPr id="20177223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8606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C764F" w:rsidRPr="00BC764F" w:rsidRDefault="00BC764F" w:rsidP="00BC764F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BC764F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Unit Location • Date • Location • Time</w:t>
                            </w:r>
                          </w:p>
                          <w:p w:rsidR="00BC764F" w:rsidRDefault="00BC764F" w:rsidP="00BC764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C764F" w:rsidRPr="00BC764F" w:rsidRDefault="00BC764F" w:rsidP="00BC764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C764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Herb Crusted Scallops</w:t>
                            </w:r>
                          </w:p>
                          <w:p w:rsidR="00BC764F" w:rsidRPr="00BC764F" w:rsidRDefault="00BC764F" w:rsidP="00BC764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C764F">
                              <w:rPr>
                                <w:sz w:val="28"/>
                                <w:szCs w:val="28"/>
                              </w:rPr>
                              <w:t>served with</w:t>
                            </w:r>
                          </w:p>
                          <w:p w:rsidR="00BC764F" w:rsidRPr="00BC764F" w:rsidRDefault="00BC764F" w:rsidP="00BC764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C764F">
                              <w:rPr>
                                <w:sz w:val="28"/>
                                <w:szCs w:val="28"/>
                              </w:rPr>
                              <w:t>Stone Ground Grits, Sauteed Kale</w:t>
                            </w:r>
                          </w:p>
                          <w:p w:rsidR="00BC764F" w:rsidRDefault="00BC764F" w:rsidP="00BC764F">
                            <w:pPr>
                              <w:jc w:val="center"/>
                            </w:pPr>
                            <w:r w:rsidRPr="00BC764F">
                              <w:rPr>
                                <w:sz w:val="28"/>
                                <w:szCs w:val="28"/>
                              </w:rPr>
                              <w:t>and finished with a Creole Tomato Sauce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3F31C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7.6pt;margin-top:493.1pt;width:7in;height:1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" filled="f" stroked="f" strokeweight=".5pt">
                <v:textbox>
                  <w:txbxContent>
                    <w:p w:rsidR="00BC764F" w:rsidRPr="00BC764F" w:rsidRDefault="00BC764F" w:rsidP="00BC764F">
                      <w:pPr>
                        <w:jc w:val="center"/>
                        <w:rPr>
                          <w:b/>
                          <w:bCs/>
                          <w:color w:val="C00000"/>
                          <w:sz w:val="28"/>
                          <w:szCs w:val="28"/>
                        </w:rPr>
                      </w:pPr>
                      <w:r w:rsidRPr="00BC764F">
                        <w:rPr>
                          <w:b/>
                          <w:bCs/>
                          <w:color w:val="C00000"/>
                          <w:sz w:val="28"/>
                          <w:szCs w:val="28"/>
                        </w:rPr>
                        <w:t>Unit Location • Date • Location • Time</w:t>
                      </w:r>
                    </w:p>
                    <w:p w:rsidR="00BC764F" w:rsidRDefault="00BC764F" w:rsidP="00BC764F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C764F" w:rsidRPr="00BC764F" w:rsidRDefault="00BC764F" w:rsidP="00BC764F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C764F">
                        <w:rPr>
                          <w:b/>
                          <w:bCs/>
                          <w:sz w:val="28"/>
                          <w:szCs w:val="28"/>
                        </w:rPr>
                        <w:t>Herb Crusted Scallops</w:t>
                      </w:r>
                    </w:p>
                    <w:p w:rsidR="00BC764F" w:rsidRPr="00BC764F" w:rsidRDefault="00BC764F" w:rsidP="00BC764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C764F">
                        <w:rPr>
                          <w:sz w:val="28"/>
                          <w:szCs w:val="28"/>
                        </w:rPr>
                        <w:t>served with</w:t>
                      </w:r>
                    </w:p>
                    <w:p w:rsidR="00BC764F" w:rsidRPr="00BC764F" w:rsidRDefault="00BC764F" w:rsidP="00BC764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C764F">
                        <w:rPr>
                          <w:sz w:val="28"/>
                          <w:szCs w:val="28"/>
                        </w:rPr>
                        <w:t>Stone Ground Grits, Sauteed Kale</w:t>
                      </w:r>
                    </w:p>
                    <w:p w:rsidR="00BC764F" w:rsidRDefault="00BC764F" w:rsidP="00BC764F">
                      <w:pPr>
                        <w:jc w:val="center"/>
                      </w:pPr>
                      <w:r w:rsidRPr="00BC764F">
                        <w:rPr>
                          <w:sz w:val="28"/>
                          <w:szCs w:val="28"/>
                        </w:rPr>
                        <w:t>and finished with a Creole Tomato Sauce</w:t>
                      </w:r>
                    </w:p>
                  </w:txbxContent>
                </v:textbox>
              </v:shape>
            </w:pict>
          </mc:Fallback>
        </mc:AlternateContent>
      </w:r>
      <w:r w:rsidR="00AC4EDA">
        <w:rPr>
          <w:noProof/>
        </w:rPr>
        <w:drawing>
          <wp:anchor distT="0" distB="0" distL="114300" distR="114300" simplePos="0" relativeHeight="251660288" behindDoc="1" locked="1" layoutInCell="1" allowOverlap="1" wp14:anchorId="4A0BBD55" wp14:editId="57FE1038">
            <wp:simplePos x="0" y="0"/>
            <wp:positionH relativeFrom="page">
              <wp:align>center</wp:align>
            </wp:positionH>
            <wp:positionV relativeFrom="page">
              <wp:align>top</wp:align>
            </wp:positionV>
            <wp:extent cx="7772400" cy="10050145"/>
            <wp:effectExtent l="0" t="0" r="0" b="0"/>
            <wp:wrapNone/>
            <wp:docPr id="3187945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794579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05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F63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6"/>
  <w:doNotDisplayPageBoundaries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1B6"/>
    <w:rsid w:val="000C71B6"/>
    <w:rsid w:val="00297D09"/>
    <w:rsid w:val="003C1071"/>
    <w:rsid w:val="003E427C"/>
    <w:rsid w:val="005D0422"/>
    <w:rsid w:val="006F633A"/>
    <w:rsid w:val="00782F79"/>
    <w:rsid w:val="00A72AEA"/>
    <w:rsid w:val="00AC4EDA"/>
    <w:rsid w:val="00B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710BB"/>
  <w15:chartTrackingRefBased/>
  <w15:docId w15:val="{2F9B40A0-1D30-F04B-9FA2-AD9D9669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onstanceholloway/Downloads/TH-ChefSpotlight-Template-Jerl-Griffin-Welcome-Bio-Sign-Rev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TH-ChefSpotlight-Template-Jerl-Griffin-Welcome-Bio-Sign-Rev1.dotx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Constance Brossa</dc:creator>
  <cp:keywords/>
  <dc:description/>
  <cp:lastModifiedBy>Constance Brossa</cp:lastModifiedBy>
  <cp:revision>1</cp:revision>
  <dcterms:created xsi:type="dcterms:W3CDTF">2024-07-24T12:34:00Z</dcterms:created>
  <dcterms:modified xsi:type="dcterms:W3CDTF">2024-07-24T12:35:00Z</dcterms:modified>
</cp:coreProperties>
</file>